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B3E" w:rsidRDefault="00D60B3E" w:rsidP="00204E33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Муниципальное бюджетное дошкольное образовательное учреждение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"Детский сад общеразвивающего вида № 50 "Росточек"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города Рубцовска Алтайского края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658201, улица Мира, 4</w:t>
      </w:r>
    </w:p>
    <w:p w:rsidR="00D60B3E" w:rsidRPr="00DF1FCE" w:rsidRDefault="00D60B3E" w:rsidP="00204E33">
      <w:pPr>
        <w:pStyle w:val="ListParagraph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F1FCE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тел</w:t>
      </w:r>
      <w:r w:rsidRPr="00DF1FCE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.: 8(38557) 2 22 01, 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  <w:lang w:val="en-US"/>
        </w:rPr>
        <w:t>email</w:t>
      </w:r>
      <w:r w:rsidRPr="00DF1FCE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: 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  <w:lang w:val="en-US"/>
        </w:rPr>
        <w:t>rostochekl</w:t>
      </w:r>
      <w:r w:rsidRPr="00DF1FCE">
        <w:rPr>
          <w:rFonts w:ascii="Times New Roman" w:hAnsi="Times New Roman" w:cs="Times New Roman"/>
          <w:color w:val="000000"/>
          <w:sz w:val="20"/>
          <w:szCs w:val="20"/>
          <w:u w:val="single"/>
        </w:rPr>
        <w:t>981@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  <w:lang w:val="en-US"/>
        </w:rPr>
        <w:t>mail</w:t>
      </w:r>
      <w:r w:rsidRPr="00DF1FCE">
        <w:rPr>
          <w:rFonts w:ascii="Times New Roman" w:hAnsi="Times New Roman" w:cs="Times New Roman"/>
          <w:color w:val="000000"/>
          <w:sz w:val="20"/>
          <w:szCs w:val="20"/>
          <w:u w:val="single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  <w:u w:val="single"/>
          <w:lang w:val="en-US"/>
        </w:rPr>
        <w:t>ru</w:t>
      </w:r>
      <w:r w:rsidRPr="00DF1FCE">
        <w:rPr>
          <w:rFonts w:ascii="Times New Roman" w:hAnsi="Times New Roman" w:cs="Times New Roman"/>
          <w:color w:val="000000"/>
          <w:sz w:val="20"/>
          <w:szCs w:val="20"/>
        </w:rPr>
        <w:t>_______</w:t>
      </w:r>
    </w:p>
    <w:p w:rsidR="00D60B3E" w:rsidRDefault="00D60B3E" w:rsidP="00204E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E33">
        <w:rPr>
          <w:rFonts w:ascii="Times New Roman" w:hAnsi="Times New Roman" w:cs="Times New Roman"/>
          <w:b/>
          <w:bCs/>
          <w:sz w:val="28"/>
          <w:szCs w:val="28"/>
        </w:rPr>
        <w:t xml:space="preserve">Отчёт </w:t>
      </w:r>
    </w:p>
    <w:p w:rsidR="00D60B3E" w:rsidRDefault="00D60B3E" w:rsidP="00204E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E33">
        <w:rPr>
          <w:rFonts w:ascii="Times New Roman" w:hAnsi="Times New Roman" w:cs="Times New Roman"/>
          <w:b/>
          <w:bCs/>
          <w:sz w:val="28"/>
          <w:szCs w:val="28"/>
        </w:rPr>
        <w:t>о выполнении плана по устранению недостатков,</w:t>
      </w:r>
    </w:p>
    <w:p w:rsidR="00D60B3E" w:rsidRDefault="00D60B3E" w:rsidP="00204E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E33">
        <w:rPr>
          <w:rFonts w:ascii="Times New Roman" w:hAnsi="Times New Roman" w:cs="Times New Roman"/>
          <w:b/>
          <w:bCs/>
          <w:sz w:val="28"/>
          <w:szCs w:val="28"/>
        </w:rPr>
        <w:t xml:space="preserve"> выявленным в ходе независимой оценки качества условий осуществления образовательной деятельности </w:t>
      </w:r>
    </w:p>
    <w:p w:rsidR="00D60B3E" w:rsidRDefault="00D60B3E" w:rsidP="00204E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E33">
        <w:rPr>
          <w:rFonts w:ascii="Times New Roman" w:hAnsi="Times New Roman" w:cs="Times New Roman"/>
          <w:b/>
          <w:bCs/>
          <w:sz w:val="28"/>
          <w:szCs w:val="28"/>
        </w:rPr>
        <w:t>в 2019</w:t>
      </w:r>
      <w:r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Pr="00204E3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D60B3E" w:rsidRPr="00204E33" w:rsidRDefault="00D60B3E" w:rsidP="00204E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417"/>
        <w:gridCol w:w="2579"/>
        <w:gridCol w:w="2227"/>
        <w:gridCol w:w="1984"/>
      </w:tblGrid>
      <w:tr w:rsidR="00D60B3E" w:rsidRPr="000844E2" w:rsidTr="00DF1FCE">
        <w:trPr>
          <w:jc w:val="center"/>
        </w:trPr>
        <w:tc>
          <w:tcPr>
            <w:tcW w:w="567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417" w:type="dxa"/>
          </w:tcPr>
          <w:p w:rsidR="00D60B3E" w:rsidRPr="000844E2" w:rsidRDefault="00D60B3E" w:rsidP="000844E2">
            <w:pPr>
              <w:pStyle w:val="Style22"/>
              <w:jc w:val="both"/>
              <w:rPr>
                <w:rStyle w:val="CharStyle9"/>
                <w:b w:val="0"/>
                <w:bCs w:val="0"/>
              </w:rPr>
            </w:pPr>
            <w:r w:rsidRPr="000844E2">
              <w:rPr>
                <w:rStyle w:val="CharStyle9"/>
                <w:b w:val="0"/>
                <w:bCs w:val="0"/>
                <w:lang w:eastAsia="en-US"/>
              </w:rPr>
              <w:t>На</w:t>
            </w:r>
            <w:r w:rsidRPr="000844E2">
              <w:rPr>
                <w:rStyle w:val="CharStyle9"/>
                <w:b w:val="0"/>
                <w:bCs w:val="0"/>
              </w:rPr>
              <w:t>именование критерия, по ко</w:t>
            </w:r>
            <w:r w:rsidRPr="000844E2">
              <w:rPr>
                <w:rStyle w:val="CharStyle9"/>
                <w:b w:val="0"/>
                <w:bCs w:val="0"/>
              </w:rPr>
              <w:softHyphen/>
              <w:t>торому выявлены</w:t>
            </w:r>
          </w:p>
          <w:p w:rsidR="00D60B3E" w:rsidRPr="000844E2" w:rsidRDefault="00D60B3E" w:rsidP="000844E2">
            <w:pPr>
              <w:pStyle w:val="Style22"/>
              <w:jc w:val="both"/>
              <w:rPr>
                <w:b/>
                <w:bCs/>
                <w:sz w:val="24"/>
                <w:szCs w:val="24"/>
              </w:rPr>
            </w:pPr>
            <w:r w:rsidRPr="000844E2">
              <w:rPr>
                <w:rStyle w:val="CharStyle9"/>
                <w:b w:val="0"/>
                <w:bCs w:val="0"/>
              </w:rPr>
              <w:t>недостатки</w:t>
            </w:r>
          </w:p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4E2">
              <w:rPr>
                <w:rStyle w:val="CharStyle9"/>
                <w:b w:val="0"/>
                <w:bCs w:val="0"/>
                <w:lang w:eastAsia="ru-RU"/>
              </w:rPr>
              <w:t>Наименование мероприятия</w:t>
            </w:r>
          </w:p>
        </w:tc>
        <w:tc>
          <w:tcPr>
            <w:tcW w:w="2227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Style w:val="CharStyle9"/>
                <w:b w:val="0"/>
                <w:bCs w:val="0"/>
              </w:rPr>
            </w:pPr>
            <w:r w:rsidRPr="000844E2">
              <w:rPr>
                <w:rStyle w:val="CharStyle9"/>
                <w:b w:val="0"/>
                <w:bCs w:val="0"/>
              </w:rPr>
              <w:t>Мероприятие</w:t>
            </w:r>
          </w:p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4E2">
              <w:rPr>
                <w:rStyle w:val="CharStyle9"/>
                <w:b w:val="0"/>
                <w:bCs w:val="0"/>
              </w:rPr>
              <w:t>реализовано – (Планируется реализация до 01.09.2022г.)</w:t>
            </w:r>
          </w:p>
        </w:tc>
        <w:tc>
          <w:tcPr>
            <w:tcW w:w="1984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4E2">
              <w:rPr>
                <w:rStyle w:val="CharStyle9"/>
                <w:b w:val="0"/>
                <w:bCs w:val="0"/>
                <w:lang w:eastAsia="ru-RU"/>
              </w:rPr>
              <w:t>Фактический  Планируемый срок реализации</w:t>
            </w:r>
          </w:p>
        </w:tc>
      </w:tr>
      <w:tr w:rsidR="00D60B3E" w:rsidRPr="000844E2" w:rsidTr="00DF1FCE">
        <w:trPr>
          <w:jc w:val="center"/>
        </w:trPr>
        <w:tc>
          <w:tcPr>
            <w:tcW w:w="567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7" w:type="dxa"/>
          </w:tcPr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«Открытость и доступность информации об организации»:</w:t>
            </w:r>
          </w:p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Объем информации,  размещенной на информационных стендах образовательной организации (фактическое количество материалов/единиц информации) – 39 баллов из 41</w:t>
            </w:r>
          </w:p>
        </w:tc>
        <w:tc>
          <w:tcPr>
            <w:tcW w:w="2579" w:type="dxa"/>
          </w:tcPr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1.Предпринять меры по приведению в соответствие с действующими нормативами информационные стенды.</w:t>
            </w:r>
          </w:p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2.Повышение качества содержания информации, актуализация информации на стендах учреждения, добавление новых разделов, отражающих деятельность учреждения.</w:t>
            </w:r>
          </w:p>
        </w:tc>
        <w:tc>
          <w:tcPr>
            <w:tcW w:w="2227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28.02.2020г.</w:t>
            </w:r>
          </w:p>
        </w:tc>
        <w:tc>
          <w:tcPr>
            <w:tcW w:w="1984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28.02.2020г.</w:t>
            </w:r>
          </w:p>
        </w:tc>
      </w:tr>
      <w:tr w:rsidR="00D60B3E" w:rsidRPr="000844E2" w:rsidTr="00DF1FCE">
        <w:trPr>
          <w:jc w:val="center"/>
        </w:trPr>
        <w:tc>
          <w:tcPr>
            <w:tcW w:w="567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7" w:type="dxa"/>
          </w:tcPr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«Доступность услуг для инвалидов»: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2579" w:type="dxa"/>
          </w:tcPr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1.Предпринять меры по повышению доступности услуг для лиц с ограниченными возможностями здоровья.</w:t>
            </w:r>
          </w:p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2.Установка кнопки вызова и знака «Инвалид» у подъезда № 2.</w:t>
            </w:r>
          </w:p>
          <w:p w:rsidR="00D60B3E" w:rsidRPr="000844E2" w:rsidRDefault="00D60B3E" w:rsidP="0008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3.Установка табличек «Доступная среда» на первом этаже здания ДОУ.</w:t>
            </w:r>
          </w:p>
        </w:tc>
        <w:tc>
          <w:tcPr>
            <w:tcW w:w="2227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15.06.2020г.</w:t>
            </w:r>
          </w:p>
        </w:tc>
        <w:tc>
          <w:tcPr>
            <w:tcW w:w="1984" w:type="dxa"/>
          </w:tcPr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  <w:p w:rsidR="00D60B3E" w:rsidRPr="000844E2" w:rsidRDefault="00D60B3E" w:rsidP="00084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E2">
              <w:rPr>
                <w:rFonts w:ascii="Times New Roman" w:hAnsi="Times New Roman" w:cs="Times New Roman"/>
                <w:sz w:val="24"/>
                <w:szCs w:val="24"/>
              </w:rPr>
              <w:t>15.06.2020г.</w:t>
            </w:r>
          </w:p>
        </w:tc>
      </w:tr>
    </w:tbl>
    <w:p w:rsidR="00D60B3E" w:rsidRDefault="00D60B3E" w:rsidP="00504B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0B3E" w:rsidRDefault="00D60B3E" w:rsidP="00DF1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МБДОУ </w:t>
      </w:r>
    </w:p>
    <w:p w:rsidR="00D60B3E" w:rsidRDefault="00D60B3E" w:rsidP="00DF1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 50 «Росточек»                                                          А.С.Озерова</w:t>
      </w:r>
    </w:p>
    <w:sectPr w:rsidR="00D60B3E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35505"/>
    <w:multiLevelType w:val="hybridMultilevel"/>
    <w:tmpl w:val="320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C96"/>
    <w:rsid w:val="000844E2"/>
    <w:rsid w:val="00204E33"/>
    <w:rsid w:val="002C3779"/>
    <w:rsid w:val="002D78E6"/>
    <w:rsid w:val="002E2BFC"/>
    <w:rsid w:val="00317C96"/>
    <w:rsid w:val="00504B68"/>
    <w:rsid w:val="005624EB"/>
    <w:rsid w:val="005C54B0"/>
    <w:rsid w:val="00BD49A2"/>
    <w:rsid w:val="00C949F2"/>
    <w:rsid w:val="00D60B3E"/>
    <w:rsid w:val="00DF1FCE"/>
    <w:rsid w:val="00E06BF9"/>
    <w:rsid w:val="00E7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4B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17C9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DefaultParagraphFont"/>
    <w:uiPriority w:val="99"/>
    <w:rsid w:val="00317C9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2">
    <w:name w:val="Style22"/>
    <w:basedOn w:val="Normal"/>
    <w:uiPriority w:val="99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04E33"/>
    <w:pPr>
      <w:ind w:left="720"/>
    </w:pPr>
    <w:rPr>
      <w:rFonts w:eastAsia="Times New Roman"/>
      <w:lang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204E33"/>
    <w:rPr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204E33"/>
    <w:pPr>
      <w:widowControl w:val="0"/>
      <w:shd w:val="clear" w:color="auto" w:fill="FFFFFF"/>
      <w:spacing w:after="0" w:line="274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244</Words>
  <Characters>1391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Пользователь Windows</cp:lastModifiedBy>
  <cp:revision>5</cp:revision>
  <dcterms:created xsi:type="dcterms:W3CDTF">2021-02-05T04:53:00Z</dcterms:created>
  <dcterms:modified xsi:type="dcterms:W3CDTF">2021-02-08T02:43:00Z</dcterms:modified>
</cp:coreProperties>
</file>